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DB5FB-FDDC-4750-ACEE-597EDF9963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